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44" w:rsidRDefault="004A1944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 11 класс</w:t>
      </w:r>
    </w:p>
    <w:p w:rsidR="004A1944" w:rsidRDefault="004A1944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1944" w:rsidRDefault="004A1944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2,5 ч (150 минут)</w:t>
      </w:r>
    </w:p>
    <w:p w:rsidR="004A1944" w:rsidRDefault="004A1944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4A1944" w:rsidRDefault="004A1944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- 50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№1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style="width:457.5pt;height:55.5pt;visibility:visible">
            <v:imagedata r:id="rId4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9" o:spid="_x0000_i1026" type="#_x0000_t75" style="width:465pt;height:87pt;visibility:visible">
            <v:imagedata r:id="rId5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:  4км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№2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2" o:spid="_x0000_i1027" type="#_x0000_t75" style="width:462.75pt;height:106.5pt;visibility:visible">
            <v:imagedata r:id="rId6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Удельная теплоемкость воды 4200Дж/(кг*</w:t>
      </w:r>
      <w:r w:rsidRPr="007A37E5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С),льда-2100Дж/(кг*</w:t>
      </w:r>
      <w:r w:rsidRPr="007A37E5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С).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Удельная теплота плавления льда 330000 Дж/кг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0" o:spid="_x0000_i1028" type="#_x0000_t75" style="width:471.75pt;height:107.25pt;visibility:visible">
            <v:imagedata r:id="rId7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 20</w:t>
      </w:r>
      <w:r w:rsidRPr="003014D5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С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№3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29" type="#_x0000_t75" style="width:417.75pt;height:157.5pt;visibility:visible">
            <v:imagedata r:id="rId8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: Влево, показания вольтметра увеличатся. Так как сила тока в цепи увеличилась, то сопротивление в цепи уменьшилось. Значит движок реостата передвигали влево. При уменьшении силы тока в цепи уменьшается и падение напряжения на внутреннем сопротивлении. Значит напряжение на внешнем участке цепи увеличится. Показания вольтметра тоже увеличатся.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№4</w: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4" o:spid="_x0000_i1030" type="#_x0000_t75" style="width:466.5pt;height:120pt;visibility:visible">
            <v:imagedata r:id="rId9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Pr="00C9498B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1" o:spid="_x0000_i1031" type="#_x0000_t75" style="width:474pt;height:136.5pt;visibility:visible">
            <v:imagedata r:id="rId10" o:title=""/>
          </v:shape>
        </w:pict>
      </w:r>
    </w:p>
    <w:p w:rsidR="004A1944" w:rsidRDefault="004A1944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 4кВ/м                                                              №5</w:t>
      </w:r>
    </w:p>
    <w:p w:rsidR="004A1944" w:rsidRDefault="004A1944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воздушный пузырек, всплывающий в воде, по мере поднятия вверх увеличивается в размерах? </w:t>
      </w:r>
    </w:p>
    <w:p w:rsidR="004A1944" w:rsidRPr="009D372D" w:rsidRDefault="004A1944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Ответ: При всплытии температура воды меняется незначительно, поэтому процесс можно считать изотермическим. При уменьшении гидростатического давления воды на пузырёк его объём увеличивается по закону Бойля- Мариотта.</w:t>
      </w:r>
      <w:bookmarkStart w:id="0" w:name="_GoBack"/>
      <w:bookmarkEnd w:id="0"/>
    </w:p>
    <w:sectPr w:rsidR="004A1944" w:rsidRPr="009D372D" w:rsidSect="00C267D1">
      <w:pgSz w:w="11906" w:h="16838"/>
      <w:pgMar w:top="719" w:right="850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2D"/>
    <w:rsid w:val="00065377"/>
    <w:rsid w:val="000B0CE1"/>
    <w:rsid w:val="001918A5"/>
    <w:rsid w:val="00217D3F"/>
    <w:rsid w:val="003014D5"/>
    <w:rsid w:val="003664F3"/>
    <w:rsid w:val="003937DE"/>
    <w:rsid w:val="003E20D9"/>
    <w:rsid w:val="004A1944"/>
    <w:rsid w:val="004D00E6"/>
    <w:rsid w:val="004E692E"/>
    <w:rsid w:val="005D4FF5"/>
    <w:rsid w:val="00603ADB"/>
    <w:rsid w:val="00650E43"/>
    <w:rsid w:val="006916E7"/>
    <w:rsid w:val="00713044"/>
    <w:rsid w:val="00743099"/>
    <w:rsid w:val="007A37E5"/>
    <w:rsid w:val="00963400"/>
    <w:rsid w:val="00994ACF"/>
    <w:rsid w:val="00994B3E"/>
    <w:rsid w:val="009C3C7B"/>
    <w:rsid w:val="009D372D"/>
    <w:rsid w:val="009E43B4"/>
    <w:rsid w:val="00A11955"/>
    <w:rsid w:val="00A92030"/>
    <w:rsid w:val="00AB2A19"/>
    <w:rsid w:val="00B87E64"/>
    <w:rsid w:val="00C13404"/>
    <w:rsid w:val="00C267D1"/>
    <w:rsid w:val="00C9117A"/>
    <w:rsid w:val="00C9498B"/>
    <w:rsid w:val="00CA5544"/>
    <w:rsid w:val="00F1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09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15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198</Words>
  <Characters>1132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школьного этапа ВсОШ по физике в 2020-2021 уч</dc:title>
  <dc:subject/>
  <dc:creator>Sergei</dc:creator>
  <cp:keywords/>
  <dc:description/>
  <cp:lastModifiedBy>Людмила</cp:lastModifiedBy>
  <cp:revision>4</cp:revision>
  <dcterms:created xsi:type="dcterms:W3CDTF">2020-09-14T12:31:00Z</dcterms:created>
  <dcterms:modified xsi:type="dcterms:W3CDTF">2020-09-27T19:13:00Z</dcterms:modified>
</cp:coreProperties>
</file>